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F5E" w:rsidRPr="00277F5E" w:rsidRDefault="00A943BF" w:rsidP="00277F5E">
      <w:pPr>
        <w:ind w:left="-1134" w:right="-710"/>
        <w:jc w:val="center"/>
        <w:rPr>
          <w:rFonts w:ascii="Times New Roman" w:hAnsi="Times New Roman" w:cs="Times New Roman"/>
          <w:b/>
          <w:noProof/>
          <w:sz w:val="36"/>
          <w:szCs w:val="32"/>
          <w:lang w:eastAsia="it-CH"/>
        </w:rPr>
      </w:pPr>
      <w:r>
        <w:rPr>
          <w:rFonts w:ascii="Times New Roman" w:hAnsi="Times New Roman" w:cs="Times New Roman"/>
          <w:b/>
          <w:noProof/>
          <w:sz w:val="36"/>
          <w:szCs w:val="32"/>
          <w:lang w:eastAsia="it-CH"/>
        </w:rPr>
        <w:t>ALLEGATO 3</w:t>
      </w:r>
      <w:bookmarkStart w:id="0" w:name="_GoBack"/>
      <w:bookmarkEnd w:id="0"/>
    </w:p>
    <w:p w:rsidR="00277F5E" w:rsidRPr="00277F5E" w:rsidRDefault="00277F5E" w:rsidP="00277F5E">
      <w:pPr>
        <w:ind w:left="-1134" w:right="-710"/>
        <w:jc w:val="center"/>
        <w:rPr>
          <w:i/>
          <w:noProof/>
          <w:sz w:val="24"/>
          <w:lang w:eastAsia="it-CH"/>
        </w:rPr>
      </w:pPr>
      <w:r w:rsidRPr="00277F5E">
        <w:rPr>
          <w:i/>
          <w:noProof/>
          <w:sz w:val="24"/>
          <w:lang w:eastAsia="it-CH"/>
        </w:rPr>
        <w:t>Il pentagono stellare</w:t>
      </w:r>
    </w:p>
    <w:p w:rsidR="00622F3D" w:rsidRDefault="00277F5E" w:rsidP="00277F5E">
      <w:pPr>
        <w:ind w:left="-1134" w:right="-710"/>
      </w:pPr>
      <w:r>
        <w:rPr>
          <w:noProof/>
          <w:lang w:eastAsia="it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-586740</wp:posOffset>
            </wp:positionH>
            <wp:positionV relativeFrom="paragraph">
              <wp:posOffset>284480</wp:posOffset>
            </wp:positionV>
            <wp:extent cx="7272940" cy="6915150"/>
            <wp:effectExtent l="0" t="0" r="444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6" r="5815"/>
                    <a:stretch/>
                  </pic:blipFill>
                  <pic:spPr bwMode="auto">
                    <a:xfrm>
                      <a:off x="0" y="0"/>
                      <a:ext cx="7272940" cy="6915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622F3D" w:rsidSect="00277F5E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F5E"/>
    <w:rsid w:val="00277F5E"/>
    <w:rsid w:val="00622F3D"/>
    <w:rsid w:val="00A9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EB7BC"/>
  <w15:chartTrackingRefBased/>
  <w15:docId w15:val="{A5342C32-8BBB-49EE-B001-65981550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FF4CECCA</Template>
  <TotalTime>0</TotalTime>
  <Pages>1</Pages>
  <Words>5</Words>
  <Characters>30</Characters>
  <Application>Microsoft Office Word</Application>
  <DocSecurity>0</DocSecurity>
  <Lines>1</Lines>
  <Paragraphs>1</Paragraphs>
  <ScaleCrop>false</ScaleCrop>
  <Company>Servizio Informatico TI-EDU - USI-SUPSI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Canducci Michele</cp:lastModifiedBy>
  <cp:revision>2</cp:revision>
  <dcterms:created xsi:type="dcterms:W3CDTF">2018-06-20T11:59:00Z</dcterms:created>
  <dcterms:modified xsi:type="dcterms:W3CDTF">2018-06-21T11:11:00Z</dcterms:modified>
</cp:coreProperties>
</file>